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9C" w:rsidRPr="00666C76" w:rsidRDefault="0059239C" w:rsidP="00666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6C76">
        <w:rPr>
          <w:rFonts w:ascii="Times New Roman" w:hAnsi="Times New Roman"/>
          <w:b/>
          <w:sz w:val="28"/>
          <w:szCs w:val="28"/>
        </w:rPr>
        <w:t>Результаты исполнения</w:t>
      </w:r>
    </w:p>
    <w:p w:rsidR="0059239C" w:rsidRDefault="0059239C" w:rsidP="00666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6C76">
        <w:rPr>
          <w:rFonts w:ascii="Times New Roman" w:hAnsi="Times New Roman"/>
          <w:b/>
          <w:sz w:val="28"/>
          <w:szCs w:val="28"/>
        </w:rPr>
        <w:t>Межрегиональным территориальным управлением Федеральной служб</w:t>
      </w:r>
      <w:r>
        <w:rPr>
          <w:rFonts w:ascii="Times New Roman" w:hAnsi="Times New Roman"/>
          <w:b/>
          <w:sz w:val="28"/>
          <w:szCs w:val="28"/>
        </w:rPr>
        <w:t>ы</w:t>
      </w:r>
      <w:r w:rsidRPr="00666C76">
        <w:rPr>
          <w:rFonts w:ascii="Times New Roman" w:hAnsi="Times New Roman"/>
          <w:b/>
          <w:sz w:val="28"/>
          <w:szCs w:val="28"/>
        </w:rPr>
        <w:t xml:space="preserve"> финансово-бюджетного надзора в Хабаровском крае государственной функции по осуществлению внешнего контроля качества работы аудиторских организаций, определенных</w:t>
      </w:r>
    </w:p>
    <w:p w:rsidR="0059239C" w:rsidRDefault="0059239C" w:rsidP="00666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6C76">
        <w:rPr>
          <w:rFonts w:ascii="Times New Roman" w:hAnsi="Times New Roman"/>
          <w:b/>
          <w:sz w:val="28"/>
          <w:szCs w:val="28"/>
        </w:rPr>
        <w:t>Федеральным законом «Об аудиторской деятельности»</w:t>
      </w:r>
    </w:p>
    <w:p w:rsidR="0059239C" w:rsidRPr="00666C76" w:rsidRDefault="0059239C" w:rsidP="00666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6C76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1 полугодие </w:t>
      </w:r>
      <w:r w:rsidRPr="00666C76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3</w:t>
      </w:r>
      <w:r w:rsidRPr="00666C76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59239C" w:rsidRPr="00BD1089" w:rsidRDefault="0059239C" w:rsidP="00BD108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39C" w:rsidRDefault="0059239C" w:rsidP="00BD1089">
      <w:pPr>
        <w:spacing w:after="0"/>
        <w:ind w:firstLine="709"/>
        <w:jc w:val="both"/>
      </w:pPr>
      <w:r w:rsidRPr="00BD1089">
        <w:rPr>
          <w:rFonts w:ascii="Times New Roman" w:hAnsi="Times New Roman"/>
          <w:sz w:val="28"/>
          <w:szCs w:val="28"/>
        </w:rPr>
        <w:t xml:space="preserve">В соответствии с частью 3 статьи 5 и частью 5 статьи 10 Федерального закона от 30 декабря </w:t>
      </w:r>
      <w:smartTag w:uri="urn:schemas-microsoft-com:office:smarttags" w:element="metricconverter">
        <w:smartTagPr>
          <w:attr w:name="ProductID" w:val="2008 г"/>
        </w:smartTagPr>
        <w:r w:rsidRPr="00BD1089">
          <w:rPr>
            <w:rFonts w:ascii="Times New Roman" w:hAnsi="Times New Roman"/>
            <w:sz w:val="28"/>
            <w:szCs w:val="28"/>
          </w:rPr>
          <w:t>2008 г</w:t>
        </w:r>
      </w:smartTag>
      <w:r w:rsidRPr="00BD1089">
        <w:rPr>
          <w:rFonts w:ascii="Times New Roman" w:hAnsi="Times New Roman"/>
          <w:sz w:val="28"/>
          <w:szCs w:val="28"/>
        </w:rPr>
        <w:t xml:space="preserve">. № 307-ФЗ «Об аудиторской деятельности» и </w:t>
      </w:r>
      <w:r>
        <w:rPr>
          <w:rFonts w:ascii="Times New Roman" w:hAnsi="Times New Roman"/>
          <w:sz w:val="28"/>
          <w:szCs w:val="28"/>
        </w:rPr>
        <w:t>П</w:t>
      </w:r>
      <w:r w:rsidRPr="00BD1089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15 июня </w:t>
      </w:r>
      <w:smartTag w:uri="urn:schemas-microsoft-com:office:smarttags" w:element="metricconverter">
        <w:smartTagPr>
          <w:attr w:name="ProductID" w:val="2004 г"/>
        </w:smartTagPr>
        <w:r w:rsidRPr="00BD1089">
          <w:rPr>
            <w:rFonts w:ascii="Times New Roman" w:hAnsi="Times New Roman"/>
            <w:sz w:val="28"/>
            <w:szCs w:val="28"/>
          </w:rPr>
          <w:t>2004 г</w:t>
        </w:r>
      </w:smartTag>
      <w:r w:rsidRPr="00BD1089">
        <w:rPr>
          <w:rFonts w:ascii="Times New Roman" w:hAnsi="Times New Roman"/>
          <w:sz w:val="28"/>
          <w:szCs w:val="28"/>
        </w:rPr>
        <w:t>. № 278 «Об утверждении Положения о Федеральной службе финансово-бюджетного надзора» Федеральная служба финансово-бюджетного надзора является федеральным органом исполнительной власти, осуществляющим, в том числе, государственную функцию по внешнему контролю качества работы аудиторских организаций, проводящих обязательный аудит бухгалтерской (финансовой) отчетности так называемых общественно значимых организаций (ВККР АО).</w:t>
      </w:r>
    </w:p>
    <w:p w:rsidR="0059239C" w:rsidRPr="00BD1089" w:rsidRDefault="0059239C" w:rsidP="00BD108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D6A18">
        <w:rPr>
          <w:rFonts w:ascii="Times New Roman" w:hAnsi="Times New Roman"/>
          <w:sz w:val="28"/>
          <w:szCs w:val="28"/>
        </w:rPr>
        <w:t>Приказом Федеральной службы финансово-бюджетного надзора от 11</w:t>
      </w:r>
      <w:r>
        <w:rPr>
          <w:rFonts w:ascii="Times New Roman" w:hAnsi="Times New Roman"/>
          <w:sz w:val="28"/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11 г"/>
        </w:smartTagPr>
        <w:r w:rsidRPr="00CD6A18">
          <w:rPr>
            <w:rFonts w:ascii="Times New Roman" w:hAnsi="Times New Roman"/>
            <w:sz w:val="28"/>
            <w:szCs w:val="28"/>
          </w:rPr>
          <w:t>2011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CD6A18">
        <w:rPr>
          <w:rFonts w:ascii="Times New Roman" w:hAnsi="Times New Roman"/>
          <w:sz w:val="28"/>
          <w:szCs w:val="28"/>
        </w:rPr>
        <w:t xml:space="preserve"> № 490, на территории Дальневосточного федерального округа исполнение функции по внешнему контролю качества работы указанных аудиторских организаций возложено на Межрегиональное территориальное управление Федеральной службы финансово-бюджетного надзора в Хабаровском крае.</w:t>
      </w:r>
    </w:p>
    <w:p w:rsidR="0059239C" w:rsidRPr="00BD1089" w:rsidRDefault="0059239C" w:rsidP="00D02FD5">
      <w:pPr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1089">
        <w:rPr>
          <w:rFonts w:ascii="Times New Roman" w:hAnsi="Times New Roman"/>
          <w:sz w:val="28"/>
          <w:szCs w:val="28"/>
        </w:rPr>
        <w:t xml:space="preserve"> Предметом ВККР АО является соблюдение аудиторской организацией требований Федерального закона </w:t>
      </w:r>
      <w:r w:rsidRPr="00CD6A18">
        <w:rPr>
          <w:rFonts w:ascii="Times New Roman" w:hAnsi="Times New Roman"/>
          <w:sz w:val="28"/>
          <w:szCs w:val="28"/>
        </w:rPr>
        <w:t xml:space="preserve">от 30 декабря </w:t>
      </w:r>
      <w:smartTag w:uri="urn:schemas-microsoft-com:office:smarttags" w:element="metricconverter">
        <w:smartTagPr>
          <w:attr w:name="ProductID" w:val="2008 г"/>
        </w:smartTagPr>
        <w:r w:rsidRPr="00CD6A18">
          <w:rPr>
            <w:rFonts w:ascii="Times New Roman" w:hAnsi="Times New Roman"/>
            <w:sz w:val="28"/>
            <w:szCs w:val="28"/>
          </w:rPr>
          <w:t>2008 г</w:t>
        </w:r>
      </w:smartTag>
      <w:r w:rsidRPr="00CD6A18">
        <w:rPr>
          <w:rFonts w:ascii="Times New Roman" w:hAnsi="Times New Roman"/>
          <w:sz w:val="28"/>
          <w:szCs w:val="28"/>
        </w:rPr>
        <w:t>. № 307-ФЗ «Об аудиторской деятельности»</w:t>
      </w:r>
      <w:r w:rsidRPr="00BD108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федеральных </w:t>
      </w:r>
      <w:r w:rsidRPr="00BD1089">
        <w:rPr>
          <w:rFonts w:ascii="Times New Roman" w:hAnsi="Times New Roman"/>
          <w:sz w:val="28"/>
          <w:szCs w:val="28"/>
        </w:rPr>
        <w:t>стандартов аудиторской деятельности, правил независимости аудиторов и аудиторских организаций, кодекса профессиональной этики аудиторов.</w:t>
      </w:r>
    </w:p>
    <w:p w:rsidR="0059239C" w:rsidRPr="00BD1089" w:rsidRDefault="0059239C" w:rsidP="00D02FD5">
      <w:pPr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МТУ </w:t>
      </w:r>
      <w:r w:rsidRPr="00BD1089">
        <w:rPr>
          <w:rFonts w:ascii="Times New Roman" w:hAnsi="Times New Roman"/>
          <w:sz w:val="28"/>
          <w:szCs w:val="28"/>
        </w:rPr>
        <w:t>Росфиннадзор</w:t>
      </w:r>
      <w:r>
        <w:rPr>
          <w:rFonts w:ascii="Times New Roman" w:hAnsi="Times New Roman"/>
          <w:sz w:val="28"/>
          <w:szCs w:val="28"/>
        </w:rPr>
        <w:t xml:space="preserve">а в Хабаровском крае в соответствии с Планом  на 2013 год за январь - июнь </w:t>
      </w:r>
      <w:r w:rsidRPr="00BD108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BD108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BD1089">
        <w:rPr>
          <w:rFonts w:ascii="Times New Roman" w:hAnsi="Times New Roman"/>
          <w:sz w:val="28"/>
          <w:szCs w:val="28"/>
        </w:rPr>
        <w:t xml:space="preserve"> проведено </w:t>
      </w:r>
      <w:r>
        <w:rPr>
          <w:rFonts w:ascii="Times New Roman" w:hAnsi="Times New Roman"/>
          <w:sz w:val="28"/>
          <w:szCs w:val="28"/>
        </w:rPr>
        <w:t>8</w:t>
      </w:r>
      <w:r w:rsidRPr="00BD1089">
        <w:rPr>
          <w:rFonts w:ascii="Times New Roman" w:hAnsi="Times New Roman"/>
          <w:sz w:val="28"/>
          <w:szCs w:val="28"/>
        </w:rPr>
        <w:t xml:space="preserve"> выездных внешних проверок</w:t>
      </w:r>
      <w:r>
        <w:rPr>
          <w:rFonts w:ascii="Times New Roman" w:hAnsi="Times New Roman"/>
          <w:sz w:val="28"/>
          <w:szCs w:val="28"/>
        </w:rPr>
        <w:t xml:space="preserve"> качества работы аудиторских организаций, из них в 7-ми аудиторских организациях установлены нарушения правил аудиторской деятельности. </w:t>
      </w:r>
    </w:p>
    <w:p w:rsidR="0059239C" w:rsidRDefault="0059239C" w:rsidP="00666C76">
      <w:pPr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D1089">
        <w:rPr>
          <w:rFonts w:ascii="Times New Roman" w:hAnsi="Times New Roman"/>
          <w:sz w:val="28"/>
          <w:szCs w:val="28"/>
        </w:rPr>
        <w:t xml:space="preserve">о результатам проведенных внешних проверок </w:t>
      </w:r>
      <w:r>
        <w:rPr>
          <w:rFonts w:ascii="Times New Roman" w:hAnsi="Times New Roman"/>
          <w:sz w:val="28"/>
          <w:szCs w:val="28"/>
        </w:rPr>
        <w:t>в</w:t>
      </w:r>
      <w:r w:rsidRPr="00BD1089">
        <w:rPr>
          <w:rFonts w:ascii="Times New Roman" w:hAnsi="Times New Roman"/>
          <w:sz w:val="28"/>
          <w:szCs w:val="28"/>
        </w:rPr>
        <w:t xml:space="preserve"> отношении </w:t>
      </w:r>
      <w:r>
        <w:rPr>
          <w:rFonts w:ascii="Times New Roman" w:hAnsi="Times New Roman"/>
          <w:sz w:val="28"/>
          <w:szCs w:val="28"/>
        </w:rPr>
        <w:t>4-х</w:t>
      </w:r>
      <w:r w:rsidRPr="00BD1089">
        <w:rPr>
          <w:rFonts w:ascii="Times New Roman" w:hAnsi="Times New Roman"/>
          <w:sz w:val="28"/>
          <w:szCs w:val="28"/>
        </w:rPr>
        <w:t xml:space="preserve"> аудиторских организаций был</w:t>
      </w:r>
      <w:r>
        <w:rPr>
          <w:rFonts w:ascii="Times New Roman" w:hAnsi="Times New Roman"/>
          <w:sz w:val="28"/>
          <w:szCs w:val="28"/>
        </w:rPr>
        <w:t>о</w:t>
      </w:r>
      <w:r w:rsidRPr="00BD1089">
        <w:rPr>
          <w:rFonts w:ascii="Times New Roman" w:hAnsi="Times New Roman"/>
          <w:sz w:val="28"/>
          <w:szCs w:val="28"/>
        </w:rPr>
        <w:t>принят</w:t>
      </w:r>
      <w:r>
        <w:rPr>
          <w:rFonts w:ascii="Times New Roman" w:hAnsi="Times New Roman"/>
          <w:sz w:val="28"/>
          <w:szCs w:val="28"/>
        </w:rPr>
        <w:t>о4</w:t>
      </w:r>
      <w:r w:rsidRPr="00BD1089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</w:t>
      </w:r>
      <w:r w:rsidRPr="00BD1089">
        <w:rPr>
          <w:rFonts w:ascii="Times New Roman" w:hAnsi="Times New Roman"/>
          <w:sz w:val="28"/>
          <w:szCs w:val="28"/>
        </w:rPr>
        <w:t xml:space="preserve"> о применении мер</w:t>
      </w:r>
      <w:r>
        <w:rPr>
          <w:rFonts w:ascii="Times New Roman" w:hAnsi="Times New Roman"/>
          <w:sz w:val="28"/>
          <w:szCs w:val="28"/>
        </w:rPr>
        <w:t>ы</w:t>
      </w:r>
      <w:r w:rsidRPr="00BD1089">
        <w:rPr>
          <w:rFonts w:ascii="Times New Roman" w:hAnsi="Times New Roman"/>
          <w:sz w:val="28"/>
          <w:szCs w:val="28"/>
        </w:rPr>
        <w:t xml:space="preserve"> дисциплинарного воздействия</w:t>
      </w:r>
      <w:r>
        <w:rPr>
          <w:rFonts w:ascii="Times New Roman" w:hAnsi="Times New Roman"/>
          <w:sz w:val="28"/>
          <w:szCs w:val="28"/>
        </w:rPr>
        <w:t xml:space="preserve"> в виде</w:t>
      </w:r>
      <w:r w:rsidRPr="00BD1089">
        <w:rPr>
          <w:rFonts w:ascii="Times New Roman" w:hAnsi="Times New Roman"/>
          <w:sz w:val="28"/>
          <w:szCs w:val="28"/>
        </w:rPr>
        <w:t xml:space="preserve">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BD1089">
        <w:rPr>
          <w:rFonts w:ascii="Times New Roman" w:hAnsi="Times New Roman"/>
          <w:sz w:val="28"/>
          <w:szCs w:val="28"/>
        </w:rPr>
        <w:t xml:space="preserve"> аудиторской организации о недопустимости нарушения  правил аудиторской деятельности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59239C" w:rsidRPr="00BD1089" w:rsidRDefault="0059239C" w:rsidP="00666C76">
      <w:pPr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2-х аудиторских организаций р</w:t>
      </w:r>
      <w:r w:rsidRPr="00080188">
        <w:rPr>
          <w:rFonts w:ascii="Times New Roman" w:hAnsi="Times New Roman"/>
          <w:sz w:val="28"/>
          <w:szCs w:val="28"/>
        </w:rPr>
        <w:t>ассматривается вопрос о вынесении меры дисциплинарного воздействия</w:t>
      </w:r>
      <w:r>
        <w:rPr>
          <w:rFonts w:ascii="Times New Roman" w:hAnsi="Times New Roman"/>
          <w:sz w:val="28"/>
          <w:szCs w:val="28"/>
        </w:rPr>
        <w:t>.</w:t>
      </w:r>
    </w:p>
    <w:p w:rsidR="0059239C" w:rsidRPr="00BD1089" w:rsidRDefault="0059239C" w:rsidP="00D02FD5">
      <w:pPr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</w:t>
      </w:r>
      <w:r w:rsidRPr="00BD1089">
        <w:rPr>
          <w:rFonts w:ascii="Times New Roman" w:hAnsi="Times New Roman"/>
          <w:sz w:val="28"/>
          <w:szCs w:val="28"/>
        </w:rPr>
        <w:t xml:space="preserve"> аудиторск</w:t>
      </w:r>
      <w:r>
        <w:rPr>
          <w:rFonts w:ascii="Times New Roman" w:hAnsi="Times New Roman"/>
          <w:sz w:val="28"/>
          <w:szCs w:val="28"/>
        </w:rPr>
        <w:t>ая</w:t>
      </w:r>
      <w:r w:rsidRPr="00BD1089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я</w:t>
      </w:r>
      <w:r w:rsidRPr="00BD1089">
        <w:rPr>
          <w:rFonts w:ascii="Times New Roman" w:hAnsi="Times New Roman"/>
          <w:sz w:val="28"/>
          <w:szCs w:val="28"/>
        </w:rPr>
        <w:t>, включенн</w:t>
      </w:r>
      <w:r>
        <w:rPr>
          <w:rFonts w:ascii="Times New Roman" w:hAnsi="Times New Roman"/>
          <w:sz w:val="28"/>
          <w:szCs w:val="28"/>
        </w:rPr>
        <w:t>ая</w:t>
      </w:r>
      <w:r w:rsidRPr="00BD1089">
        <w:rPr>
          <w:rFonts w:ascii="Times New Roman" w:hAnsi="Times New Roman"/>
          <w:sz w:val="28"/>
          <w:szCs w:val="28"/>
        </w:rPr>
        <w:t xml:space="preserve"> в План</w:t>
      </w:r>
      <w:r>
        <w:rPr>
          <w:rFonts w:ascii="Times New Roman" w:hAnsi="Times New Roman"/>
          <w:sz w:val="28"/>
          <w:szCs w:val="28"/>
        </w:rPr>
        <w:t xml:space="preserve"> МТУ </w:t>
      </w:r>
      <w:r w:rsidRPr="00BD1089">
        <w:rPr>
          <w:rFonts w:ascii="Times New Roman" w:hAnsi="Times New Roman"/>
          <w:sz w:val="28"/>
          <w:szCs w:val="28"/>
        </w:rPr>
        <w:t>Росфиннадзора</w:t>
      </w:r>
      <w:r>
        <w:rPr>
          <w:rFonts w:ascii="Times New Roman" w:hAnsi="Times New Roman"/>
          <w:sz w:val="28"/>
          <w:szCs w:val="28"/>
        </w:rPr>
        <w:t xml:space="preserve"> в Хабаровском крае </w:t>
      </w:r>
      <w:r w:rsidRPr="00BD1089">
        <w:rPr>
          <w:rFonts w:ascii="Times New Roman" w:hAnsi="Times New Roman"/>
          <w:sz w:val="28"/>
          <w:szCs w:val="28"/>
        </w:rPr>
        <w:t>на 2012 год, прекратил</w:t>
      </w:r>
      <w:r>
        <w:rPr>
          <w:rFonts w:ascii="Times New Roman" w:hAnsi="Times New Roman"/>
          <w:sz w:val="28"/>
          <w:szCs w:val="28"/>
        </w:rPr>
        <w:t>а</w:t>
      </w:r>
      <w:r w:rsidRPr="00BD1089">
        <w:rPr>
          <w:rFonts w:ascii="Times New Roman" w:hAnsi="Times New Roman"/>
          <w:sz w:val="28"/>
          <w:szCs w:val="28"/>
        </w:rPr>
        <w:t xml:space="preserve"> свое членство в саморегулируемой организации аудиторов.</w:t>
      </w:r>
    </w:p>
    <w:sectPr w:rsidR="0059239C" w:rsidRPr="00BD1089" w:rsidSect="00D21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A33"/>
    <w:rsid w:val="000079EA"/>
    <w:rsid w:val="00017B60"/>
    <w:rsid w:val="00021E7E"/>
    <w:rsid w:val="0002236D"/>
    <w:rsid w:val="000240B4"/>
    <w:rsid w:val="00026A8A"/>
    <w:rsid w:val="000271BB"/>
    <w:rsid w:val="00027610"/>
    <w:rsid w:val="0003074E"/>
    <w:rsid w:val="000415BD"/>
    <w:rsid w:val="00052CDA"/>
    <w:rsid w:val="00054269"/>
    <w:rsid w:val="00061A1D"/>
    <w:rsid w:val="00063411"/>
    <w:rsid w:val="00063CC7"/>
    <w:rsid w:val="00072884"/>
    <w:rsid w:val="00080188"/>
    <w:rsid w:val="00084D97"/>
    <w:rsid w:val="00087B08"/>
    <w:rsid w:val="000900B2"/>
    <w:rsid w:val="00093888"/>
    <w:rsid w:val="0009497B"/>
    <w:rsid w:val="000953A3"/>
    <w:rsid w:val="0009629D"/>
    <w:rsid w:val="000A3C9C"/>
    <w:rsid w:val="000A5B06"/>
    <w:rsid w:val="000A798E"/>
    <w:rsid w:val="000B11D7"/>
    <w:rsid w:val="000B1E39"/>
    <w:rsid w:val="000C7F0F"/>
    <w:rsid w:val="000D0C26"/>
    <w:rsid w:val="000D35E0"/>
    <w:rsid w:val="000D386C"/>
    <w:rsid w:val="000E0700"/>
    <w:rsid w:val="000E1694"/>
    <w:rsid w:val="000E65FF"/>
    <w:rsid w:val="000F625B"/>
    <w:rsid w:val="000F6E34"/>
    <w:rsid w:val="001018D1"/>
    <w:rsid w:val="001018D4"/>
    <w:rsid w:val="00103674"/>
    <w:rsid w:val="00104455"/>
    <w:rsid w:val="00104F8F"/>
    <w:rsid w:val="00105749"/>
    <w:rsid w:val="001059D6"/>
    <w:rsid w:val="001114D4"/>
    <w:rsid w:val="00113554"/>
    <w:rsid w:val="001147BA"/>
    <w:rsid w:val="00115491"/>
    <w:rsid w:val="0011662B"/>
    <w:rsid w:val="00117011"/>
    <w:rsid w:val="00120EEC"/>
    <w:rsid w:val="001262E5"/>
    <w:rsid w:val="00126D44"/>
    <w:rsid w:val="00127357"/>
    <w:rsid w:val="00127D85"/>
    <w:rsid w:val="0013200B"/>
    <w:rsid w:val="00133152"/>
    <w:rsid w:val="001348FF"/>
    <w:rsid w:val="00134F05"/>
    <w:rsid w:val="001402BE"/>
    <w:rsid w:val="00145318"/>
    <w:rsid w:val="00146533"/>
    <w:rsid w:val="00147C87"/>
    <w:rsid w:val="001532B2"/>
    <w:rsid w:val="00157A54"/>
    <w:rsid w:val="001627CF"/>
    <w:rsid w:val="001637FE"/>
    <w:rsid w:val="00165ED9"/>
    <w:rsid w:val="00173B7B"/>
    <w:rsid w:val="00173C53"/>
    <w:rsid w:val="0017678B"/>
    <w:rsid w:val="00176911"/>
    <w:rsid w:val="00184067"/>
    <w:rsid w:val="00185836"/>
    <w:rsid w:val="0018602C"/>
    <w:rsid w:val="001944B5"/>
    <w:rsid w:val="001946F2"/>
    <w:rsid w:val="001A05EE"/>
    <w:rsid w:val="001A5966"/>
    <w:rsid w:val="001B1E3E"/>
    <w:rsid w:val="001B3641"/>
    <w:rsid w:val="001B38BF"/>
    <w:rsid w:val="001B51A4"/>
    <w:rsid w:val="001B5714"/>
    <w:rsid w:val="001C078C"/>
    <w:rsid w:val="001C7DCA"/>
    <w:rsid w:val="001D22D0"/>
    <w:rsid w:val="001D296C"/>
    <w:rsid w:val="001D685C"/>
    <w:rsid w:val="001D7138"/>
    <w:rsid w:val="001F7BEC"/>
    <w:rsid w:val="00200F6C"/>
    <w:rsid w:val="00202484"/>
    <w:rsid w:val="00204603"/>
    <w:rsid w:val="00204A2B"/>
    <w:rsid w:val="00206B6F"/>
    <w:rsid w:val="00207D79"/>
    <w:rsid w:val="00210E65"/>
    <w:rsid w:val="002113BF"/>
    <w:rsid w:val="00215F15"/>
    <w:rsid w:val="00216360"/>
    <w:rsid w:val="0022056A"/>
    <w:rsid w:val="00224EF8"/>
    <w:rsid w:val="0023201F"/>
    <w:rsid w:val="00232A29"/>
    <w:rsid w:val="002356FB"/>
    <w:rsid w:val="00242372"/>
    <w:rsid w:val="00243B0E"/>
    <w:rsid w:val="00244EB3"/>
    <w:rsid w:val="00256621"/>
    <w:rsid w:val="00274116"/>
    <w:rsid w:val="00274B9E"/>
    <w:rsid w:val="00282D78"/>
    <w:rsid w:val="00291AFE"/>
    <w:rsid w:val="00296171"/>
    <w:rsid w:val="00297F46"/>
    <w:rsid w:val="002A00B0"/>
    <w:rsid w:val="002A4092"/>
    <w:rsid w:val="002A4E26"/>
    <w:rsid w:val="002A4EB0"/>
    <w:rsid w:val="002A7F57"/>
    <w:rsid w:val="002B47BE"/>
    <w:rsid w:val="002B5E51"/>
    <w:rsid w:val="002B714D"/>
    <w:rsid w:val="002C3F5F"/>
    <w:rsid w:val="002C4616"/>
    <w:rsid w:val="002D05C3"/>
    <w:rsid w:val="002D31FB"/>
    <w:rsid w:val="002D4D85"/>
    <w:rsid w:val="002D4EA8"/>
    <w:rsid w:val="002E009F"/>
    <w:rsid w:val="002F03CA"/>
    <w:rsid w:val="002F046F"/>
    <w:rsid w:val="002F0634"/>
    <w:rsid w:val="002F2548"/>
    <w:rsid w:val="00302B7D"/>
    <w:rsid w:val="00310B8C"/>
    <w:rsid w:val="00310F09"/>
    <w:rsid w:val="003156EA"/>
    <w:rsid w:val="00316BDB"/>
    <w:rsid w:val="00324EF9"/>
    <w:rsid w:val="00333A52"/>
    <w:rsid w:val="0034071B"/>
    <w:rsid w:val="00344BDA"/>
    <w:rsid w:val="003500C0"/>
    <w:rsid w:val="0035264E"/>
    <w:rsid w:val="00355263"/>
    <w:rsid w:val="00356CE8"/>
    <w:rsid w:val="00356EEB"/>
    <w:rsid w:val="00361DAF"/>
    <w:rsid w:val="00363712"/>
    <w:rsid w:val="003774E4"/>
    <w:rsid w:val="00382320"/>
    <w:rsid w:val="00384500"/>
    <w:rsid w:val="003856B1"/>
    <w:rsid w:val="003A01C5"/>
    <w:rsid w:val="003A1084"/>
    <w:rsid w:val="003A3C3A"/>
    <w:rsid w:val="003A69C2"/>
    <w:rsid w:val="003B5F25"/>
    <w:rsid w:val="003C4340"/>
    <w:rsid w:val="003D4EF6"/>
    <w:rsid w:val="003D5615"/>
    <w:rsid w:val="003D72CF"/>
    <w:rsid w:val="003E0D5E"/>
    <w:rsid w:val="003E3200"/>
    <w:rsid w:val="003E320A"/>
    <w:rsid w:val="003E69A6"/>
    <w:rsid w:val="003F2271"/>
    <w:rsid w:val="003F2A9B"/>
    <w:rsid w:val="003F3E12"/>
    <w:rsid w:val="003F4F7B"/>
    <w:rsid w:val="00400AED"/>
    <w:rsid w:val="00400E3F"/>
    <w:rsid w:val="00407320"/>
    <w:rsid w:val="004150B7"/>
    <w:rsid w:val="00420DED"/>
    <w:rsid w:val="0042170B"/>
    <w:rsid w:val="00422380"/>
    <w:rsid w:val="004260B6"/>
    <w:rsid w:val="00427118"/>
    <w:rsid w:val="0043030B"/>
    <w:rsid w:val="00432DF5"/>
    <w:rsid w:val="004366F4"/>
    <w:rsid w:val="004412A3"/>
    <w:rsid w:val="004444A0"/>
    <w:rsid w:val="00446BB0"/>
    <w:rsid w:val="00454193"/>
    <w:rsid w:val="00455023"/>
    <w:rsid w:val="00457C3D"/>
    <w:rsid w:val="004612B3"/>
    <w:rsid w:val="00466D0C"/>
    <w:rsid w:val="0047018F"/>
    <w:rsid w:val="0047107C"/>
    <w:rsid w:val="00483301"/>
    <w:rsid w:val="004869D0"/>
    <w:rsid w:val="00490AF6"/>
    <w:rsid w:val="00493660"/>
    <w:rsid w:val="0049762B"/>
    <w:rsid w:val="004A1F57"/>
    <w:rsid w:val="004A532E"/>
    <w:rsid w:val="004A6B79"/>
    <w:rsid w:val="004B0155"/>
    <w:rsid w:val="004B0B1C"/>
    <w:rsid w:val="004B0CF1"/>
    <w:rsid w:val="004B2665"/>
    <w:rsid w:val="004B4C98"/>
    <w:rsid w:val="004B5AFB"/>
    <w:rsid w:val="004C15D1"/>
    <w:rsid w:val="004C3634"/>
    <w:rsid w:val="004C367A"/>
    <w:rsid w:val="004D067F"/>
    <w:rsid w:val="004D3BB3"/>
    <w:rsid w:val="004D3FD6"/>
    <w:rsid w:val="004D5CA7"/>
    <w:rsid w:val="004E7CBF"/>
    <w:rsid w:val="004F53A9"/>
    <w:rsid w:val="004F7510"/>
    <w:rsid w:val="0050053D"/>
    <w:rsid w:val="005012D0"/>
    <w:rsid w:val="005016E6"/>
    <w:rsid w:val="0051437E"/>
    <w:rsid w:val="00516B5C"/>
    <w:rsid w:val="00546872"/>
    <w:rsid w:val="0056340A"/>
    <w:rsid w:val="0057698E"/>
    <w:rsid w:val="00576EB1"/>
    <w:rsid w:val="00577D8D"/>
    <w:rsid w:val="0058725C"/>
    <w:rsid w:val="00590D68"/>
    <w:rsid w:val="0059239C"/>
    <w:rsid w:val="00592C76"/>
    <w:rsid w:val="00593496"/>
    <w:rsid w:val="005941F2"/>
    <w:rsid w:val="00594950"/>
    <w:rsid w:val="00595B0C"/>
    <w:rsid w:val="005A3CE4"/>
    <w:rsid w:val="005A530C"/>
    <w:rsid w:val="005A6660"/>
    <w:rsid w:val="005A75D3"/>
    <w:rsid w:val="005B326F"/>
    <w:rsid w:val="005B5FA1"/>
    <w:rsid w:val="005C0413"/>
    <w:rsid w:val="005C0686"/>
    <w:rsid w:val="005C21E7"/>
    <w:rsid w:val="005C3796"/>
    <w:rsid w:val="005C5547"/>
    <w:rsid w:val="005D091C"/>
    <w:rsid w:val="005D4940"/>
    <w:rsid w:val="005D4A31"/>
    <w:rsid w:val="005E33A8"/>
    <w:rsid w:val="005E5185"/>
    <w:rsid w:val="005F48E0"/>
    <w:rsid w:val="005F5F1D"/>
    <w:rsid w:val="005F6326"/>
    <w:rsid w:val="006064D2"/>
    <w:rsid w:val="00607E07"/>
    <w:rsid w:val="00611357"/>
    <w:rsid w:val="006114AD"/>
    <w:rsid w:val="00613B40"/>
    <w:rsid w:val="00614944"/>
    <w:rsid w:val="00617885"/>
    <w:rsid w:val="006253F5"/>
    <w:rsid w:val="00626852"/>
    <w:rsid w:val="00643631"/>
    <w:rsid w:val="00645A17"/>
    <w:rsid w:val="006569B7"/>
    <w:rsid w:val="00666C76"/>
    <w:rsid w:val="00667A01"/>
    <w:rsid w:val="00672FE8"/>
    <w:rsid w:val="006818C8"/>
    <w:rsid w:val="00684B9F"/>
    <w:rsid w:val="00691696"/>
    <w:rsid w:val="0069506E"/>
    <w:rsid w:val="006955C5"/>
    <w:rsid w:val="006B08BE"/>
    <w:rsid w:val="006B2F86"/>
    <w:rsid w:val="006C451E"/>
    <w:rsid w:val="006D05EE"/>
    <w:rsid w:val="006D4ECF"/>
    <w:rsid w:val="006D7776"/>
    <w:rsid w:val="006E029E"/>
    <w:rsid w:val="006E0A24"/>
    <w:rsid w:val="006E367D"/>
    <w:rsid w:val="006E3F71"/>
    <w:rsid w:val="006F1173"/>
    <w:rsid w:val="006F1F6E"/>
    <w:rsid w:val="006F2DFC"/>
    <w:rsid w:val="00703453"/>
    <w:rsid w:val="00703DC9"/>
    <w:rsid w:val="007146A2"/>
    <w:rsid w:val="00716F8C"/>
    <w:rsid w:val="00721EB6"/>
    <w:rsid w:val="00733CB3"/>
    <w:rsid w:val="007342BA"/>
    <w:rsid w:val="00751053"/>
    <w:rsid w:val="007703E3"/>
    <w:rsid w:val="00770EB9"/>
    <w:rsid w:val="00772D9B"/>
    <w:rsid w:val="00780FF0"/>
    <w:rsid w:val="0078275B"/>
    <w:rsid w:val="007840F4"/>
    <w:rsid w:val="0079367F"/>
    <w:rsid w:val="007944DD"/>
    <w:rsid w:val="007A0FD5"/>
    <w:rsid w:val="007A328A"/>
    <w:rsid w:val="007A3877"/>
    <w:rsid w:val="007B49F8"/>
    <w:rsid w:val="007B6A02"/>
    <w:rsid w:val="007C4188"/>
    <w:rsid w:val="007C4FED"/>
    <w:rsid w:val="007C5229"/>
    <w:rsid w:val="007D1950"/>
    <w:rsid w:val="007D59C7"/>
    <w:rsid w:val="007D5F32"/>
    <w:rsid w:val="007E0FAA"/>
    <w:rsid w:val="007E170C"/>
    <w:rsid w:val="007E27AD"/>
    <w:rsid w:val="007E3958"/>
    <w:rsid w:val="007F0E59"/>
    <w:rsid w:val="007F25EE"/>
    <w:rsid w:val="007F74FF"/>
    <w:rsid w:val="007F7EF9"/>
    <w:rsid w:val="00800255"/>
    <w:rsid w:val="0080356D"/>
    <w:rsid w:val="00803D4C"/>
    <w:rsid w:val="00804C61"/>
    <w:rsid w:val="00807003"/>
    <w:rsid w:val="00810078"/>
    <w:rsid w:val="0081095E"/>
    <w:rsid w:val="00815EDE"/>
    <w:rsid w:val="0081782C"/>
    <w:rsid w:val="00820AF4"/>
    <w:rsid w:val="00824561"/>
    <w:rsid w:val="008264FC"/>
    <w:rsid w:val="00827BFB"/>
    <w:rsid w:val="00830AE9"/>
    <w:rsid w:val="008315A3"/>
    <w:rsid w:val="00833C32"/>
    <w:rsid w:val="00834F1C"/>
    <w:rsid w:val="00837E87"/>
    <w:rsid w:val="008443A4"/>
    <w:rsid w:val="00861C8D"/>
    <w:rsid w:val="00862C40"/>
    <w:rsid w:val="00866831"/>
    <w:rsid w:val="008668E3"/>
    <w:rsid w:val="0087428C"/>
    <w:rsid w:val="008879FD"/>
    <w:rsid w:val="00890D06"/>
    <w:rsid w:val="008925B5"/>
    <w:rsid w:val="008933A8"/>
    <w:rsid w:val="00895AD1"/>
    <w:rsid w:val="008A05F2"/>
    <w:rsid w:val="008A06C7"/>
    <w:rsid w:val="008A625B"/>
    <w:rsid w:val="008B10F6"/>
    <w:rsid w:val="008B16D3"/>
    <w:rsid w:val="008B16FE"/>
    <w:rsid w:val="008B4A52"/>
    <w:rsid w:val="008B4FF7"/>
    <w:rsid w:val="008B6552"/>
    <w:rsid w:val="008B69EF"/>
    <w:rsid w:val="008C0517"/>
    <w:rsid w:val="008C14E0"/>
    <w:rsid w:val="008C4904"/>
    <w:rsid w:val="008C7408"/>
    <w:rsid w:val="008C7534"/>
    <w:rsid w:val="008D1F42"/>
    <w:rsid w:val="008E1EA5"/>
    <w:rsid w:val="008E3E07"/>
    <w:rsid w:val="008E4B76"/>
    <w:rsid w:val="00903A58"/>
    <w:rsid w:val="009142A0"/>
    <w:rsid w:val="00925101"/>
    <w:rsid w:val="00927135"/>
    <w:rsid w:val="00954198"/>
    <w:rsid w:val="0095439F"/>
    <w:rsid w:val="009553B5"/>
    <w:rsid w:val="00956CD5"/>
    <w:rsid w:val="00965B77"/>
    <w:rsid w:val="00965E14"/>
    <w:rsid w:val="0097156D"/>
    <w:rsid w:val="00972BA4"/>
    <w:rsid w:val="00973DDC"/>
    <w:rsid w:val="0098582F"/>
    <w:rsid w:val="0098615E"/>
    <w:rsid w:val="009912FB"/>
    <w:rsid w:val="0099523F"/>
    <w:rsid w:val="00995A57"/>
    <w:rsid w:val="00997BE6"/>
    <w:rsid w:val="00997EBB"/>
    <w:rsid w:val="009A1144"/>
    <w:rsid w:val="009A5288"/>
    <w:rsid w:val="009A54FA"/>
    <w:rsid w:val="009C1545"/>
    <w:rsid w:val="009C18B8"/>
    <w:rsid w:val="009C2D58"/>
    <w:rsid w:val="009C76DC"/>
    <w:rsid w:val="009D0600"/>
    <w:rsid w:val="009D400B"/>
    <w:rsid w:val="009D5370"/>
    <w:rsid w:val="009D5A82"/>
    <w:rsid w:val="009D7F07"/>
    <w:rsid w:val="009E0B18"/>
    <w:rsid w:val="009E1080"/>
    <w:rsid w:val="009E5476"/>
    <w:rsid w:val="009F4038"/>
    <w:rsid w:val="009F5853"/>
    <w:rsid w:val="009F5E4B"/>
    <w:rsid w:val="00A058B2"/>
    <w:rsid w:val="00A05E02"/>
    <w:rsid w:val="00A07DF9"/>
    <w:rsid w:val="00A1094F"/>
    <w:rsid w:val="00A12EEE"/>
    <w:rsid w:val="00A14EF4"/>
    <w:rsid w:val="00A17C4C"/>
    <w:rsid w:val="00A17C94"/>
    <w:rsid w:val="00A20872"/>
    <w:rsid w:val="00A258D3"/>
    <w:rsid w:val="00A26A61"/>
    <w:rsid w:val="00A26CC2"/>
    <w:rsid w:val="00A3063A"/>
    <w:rsid w:val="00A3170A"/>
    <w:rsid w:val="00A33A76"/>
    <w:rsid w:val="00A36FD8"/>
    <w:rsid w:val="00A422CE"/>
    <w:rsid w:val="00A42C66"/>
    <w:rsid w:val="00A4441C"/>
    <w:rsid w:val="00A47A41"/>
    <w:rsid w:val="00A50ACF"/>
    <w:rsid w:val="00A56D0B"/>
    <w:rsid w:val="00A6348C"/>
    <w:rsid w:val="00A7003C"/>
    <w:rsid w:val="00A71DCC"/>
    <w:rsid w:val="00A754AE"/>
    <w:rsid w:val="00A80493"/>
    <w:rsid w:val="00A8359A"/>
    <w:rsid w:val="00A84A23"/>
    <w:rsid w:val="00A96793"/>
    <w:rsid w:val="00AA3EC7"/>
    <w:rsid w:val="00AA5D92"/>
    <w:rsid w:val="00AB5AB2"/>
    <w:rsid w:val="00AB6B23"/>
    <w:rsid w:val="00AD77F4"/>
    <w:rsid w:val="00AE08A6"/>
    <w:rsid w:val="00AE46CC"/>
    <w:rsid w:val="00AE5272"/>
    <w:rsid w:val="00AE7E79"/>
    <w:rsid w:val="00AF2D54"/>
    <w:rsid w:val="00AF3468"/>
    <w:rsid w:val="00AF6CF1"/>
    <w:rsid w:val="00B06134"/>
    <w:rsid w:val="00B10E8B"/>
    <w:rsid w:val="00B125FD"/>
    <w:rsid w:val="00B13479"/>
    <w:rsid w:val="00B26FE0"/>
    <w:rsid w:val="00B32259"/>
    <w:rsid w:val="00B327D1"/>
    <w:rsid w:val="00B36705"/>
    <w:rsid w:val="00B37324"/>
    <w:rsid w:val="00B40029"/>
    <w:rsid w:val="00B40D5C"/>
    <w:rsid w:val="00B418D8"/>
    <w:rsid w:val="00B42A33"/>
    <w:rsid w:val="00B431CB"/>
    <w:rsid w:val="00B463EF"/>
    <w:rsid w:val="00B5197E"/>
    <w:rsid w:val="00B76E42"/>
    <w:rsid w:val="00B818CA"/>
    <w:rsid w:val="00B83590"/>
    <w:rsid w:val="00B83F6B"/>
    <w:rsid w:val="00B86F28"/>
    <w:rsid w:val="00B92075"/>
    <w:rsid w:val="00B94AB5"/>
    <w:rsid w:val="00B94B73"/>
    <w:rsid w:val="00B95CA5"/>
    <w:rsid w:val="00B9788B"/>
    <w:rsid w:val="00BA3D7B"/>
    <w:rsid w:val="00BA503F"/>
    <w:rsid w:val="00BA724E"/>
    <w:rsid w:val="00BB552D"/>
    <w:rsid w:val="00BC205A"/>
    <w:rsid w:val="00BC3319"/>
    <w:rsid w:val="00BD1089"/>
    <w:rsid w:val="00BE3676"/>
    <w:rsid w:val="00BE4595"/>
    <w:rsid w:val="00BE627F"/>
    <w:rsid w:val="00BE7807"/>
    <w:rsid w:val="00BF169B"/>
    <w:rsid w:val="00C01922"/>
    <w:rsid w:val="00C01A0B"/>
    <w:rsid w:val="00C02FF7"/>
    <w:rsid w:val="00C13C12"/>
    <w:rsid w:val="00C13E20"/>
    <w:rsid w:val="00C211B8"/>
    <w:rsid w:val="00C24962"/>
    <w:rsid w:val="00C27FB2"/>
    <w:rsid w:val="00C33ED5"/>
    <w:rsid w:val="00C35A29"/>
    <w:rsid w:val="00C36F3E"/>
    <w:rsid w:val="00C3726D"/>
    <w:rsid w:val="00C379EE"/>
    <w:rsid w:val="00C43065"/>
    <w:rsid w:val="00C43365"/>
    <w:rsid w:val="00C441A3"/>
    <w:rsid w:val="00C45948"/>
    <w:rsid w:val="00C4648C"/>
    <w:rsid w:val="00C50DEA"/>
    <w:rsid w:val="00C542F9"/>
    <w:rsid w:val="00C57A88"/>
    <w:rsid w:val="00C618AF"/>
    <w:rsid w:val="00C84229"/>
    <w:rsid w:val="00C84D28"/>
    <w:rsid w:val="00C8708B"/>
    <w:rsid w:val="00C87CE2"/>
    <w:rsid w:val="00C9496C"/>
    <w:rsid w:val="00C9587F"/>
    <w:rsid w:val="00C97C97"/>
    <w:rsid w:val="00CA0BE8"/>
    <w:rsid w:val="00CA1E4B"/>
    <w:rsid w:val="00CA1ED6"/>
    <w:rsid w:val="00CA595D"/>
    <w:rsid w:val="00CA5B03"/>
    <w:rsid w:val="00CA6742"/>
    <w:rsid w:val="00CA721C"/>
    <w:rsid w:val="00CB2F88"/>
    <w:rsid w:val="00CD48B4"/>
    <w:rsid w:val="00CD6A18"/>
    <w:rsid w:val="00CD742D"/>
    <w:rsid w:val="00CD7803"/>
    <w:rsid w:val="00CE22C5"/>
    <w:rsid w:val="00CE36BC"/>
    <w:rsid w:val="00CE4A22"/>
    <w:rsid w:val="00CF5727"/>
    <w:rsid w:val="00D02909"/>
    <w:rsid w:val="00D02FD5"/>
    <w:rsid w:val="00D17414"/>
    <w:rsid w:val="00D17692"/>
    <w:rsid w:val="00D20227"/>
    <w:rsid w:val="00D21943"/>
    <w:rsid w:val="00D21B2B"/>
    <w:rsid w:val="00D27B12"/>
    <w:rsid w:val="00D37397"/>
    <w:rsid w:val="00D37D3D"/>
    <w:rsid w:val="00D41BD9"/>
    <w:rsid w:val="00D41D6E"/>
    <w:rsid w:val="00D46BEC"/>
    <w:rsid w:val="00D47E32"/>
    <w:rsid w:val="00D500D2"/>
    <w:rsid w:val="00D67568"/>
    <w:rsid w:val="00D70304"/>
    <w:rsid w:val="00D75717"/>
    <w:rsid w:val="00D822DA"/>
    <w:rsid w:val="00D84D1E"/>
    <w:rsid w:val="00DA0ECA"/>
    <w:rsid w:val="00DA7E32"/>
    <w:rsid w:val="00DB41F3"/>
    <w:rsid w:val="00DB5055"/>
    <w:rsid w:val="00DB5951"/>
    <w:rsid w:val="00DB66F0"/>
    <w:rsid w:val="00DB6BF1"/>
    <w:rsid w:val="00DB7691"/>
    <w:rsid w:val="00DB788E"/>
    <w:rsid w:val="00DC370E"/>
    <w:rsid w:val="00DC4D4F"/>
    <w:rsid w:val="00DC5CD8"/>
    <w:rsid w:val="00DC7493"/>
    <w:rsid w:val="00DD0768"/>
    <w:rsid w:val="00DD2875"/>
    <w:rsid w:val="00DE0252"/>
    <w:rsid w:val="00DE0980"/>
    <w:rsid w:val="00DE2740"/>
    <w:rsid w:val="00DE3054"/>
    <w:rsid w:val="00DE50FE"/>
    <w:rsid w:val="00DF177F"/>
    <w:rsid w:val="00DF2FDB"/>
    <w:rsid w:val="00E00103"/>
    <w:rsid w:val="00E046B2"/>
    <w:rsid w:val="00E23482"/>
    <w:rsid w:val="00E2350B"/>
    <w:rsid w:val="00E3026C"/>
    <w:rsid w:val="00E331CC"/>
    <w:rsid w:val="00E3343A"/>
    <w:rsid w:val="00E335E4"/>
    <w:rsid w:val="00E37E71"/>
    <w:rsid w:val="00E43DFD"/>
    <w:rsid w:val="00E449D5"/>
    <w:rsid w:val="00E63900"/>
    <w:rsid w:val="00E71B8A"/>
    <w:rsid w:val="00E747E5"/>
    <w:rsid w:val="00E81557"/>
    <w:rsid w:val="00E81FE8"/>
    <w:rsid w:val="00E83C39"/>
    <w:rsid w:val="00E9360D"/>
    <w:rsid w:val="00EC1629"/>
    <w:rsid w:val="00EC1CA7"/>
    <w:rsid w:val="00EC5ED1"/>
    <w:rsid w:val="00EC6C7C"/>
    <w:rsid w:val="00ED0BB3"/>
    <w:rsid w:val="00ED150A"/>
    <w:rsid w:val="00EE422C"/>
    <w:rsid w:val="00F00585"/>
    <w:rsid w:val="00F047AF"/>
    <w:rsid w:val="00F0544F"/>
    <w:rsid w:val="00F11357"/>
    <w:rsid w:val="00F11E91"/>
    <w:rsid w:val="00F1247B"/>
    <w:rsid w:val="00F12A88"/>
    <w:rsid w:val="00F12EEE"/>
    <w:rsid w:val="00F17F21"/>
    <w:rsid w:val="00F22847"/>
    <w:rsid w:val="00F23740"/>
    <w:rsid w:val="00F26DA5"/>
    <w:rsid w:val="00F27E38"/>
    <w:rsid w:val="00F334FF"/>
    <w:rsid w:val="00F35829"/>
    <w:rsid w:val="00F3654D"/>
    <w:rsid w:val="00F3681C"/>
    <w:rsid w:val="00F47734"/>
    <w:rsid w:val="00F53EBB"/>
    <w:rsid w:val="00F55355"/>
    <w:rsid w:val="00F578EA"/>
    <w:rsid w:val="00F57966"/>
    <w:rsid w:val="00F61DC4"/>
    <w:rsid w:val="00F63875"/>
    <w:rsid w:val="00F66CAF"/>
    <w:rsid w:val="00F67D87"/>
    <w:rsid w:val="00F81668"/>
    <w:rsid w:val="00F96E63"/>
    <w:rsid w:val="00FB0A2E"/>
    <w:rsid w:val="00FB467A"/>
    <w:rsid w:val="00FC28AC"/>
    <w:rsid w:val="00FC4E96"/>
    <w:rsid w:val="00FC5FE2"/>
    <w:rsid w:val="00FC621C"/>
    <w:rsid w:val="00FD4CCB"/>
    <w:rsid w:val="00FE4766"/>
    <w:rsid w:val="00FE51D6"/>
    <w:rsid w:val="00FE7771"/>
    <w:rsid w:val="00FF008F"/>
    <w:rsid w:val="00FF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B2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360</Words>
  <Characters>2058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Белянская</dc:creator>
  <cp:keywords/>
  <dc:description/>
  <cp:lastModifiedBy>Зам.рук. по безопасности</cp:lastModifiedBy>
  <cp:revision>5</cp:revision>
  <dcterms:created xsi:type="dcterms:W3CDTF">2013-07-02T03:23:00Z</dcterms:created>
  <dcterms:modified xsi:type="dcterms:W3CDTF">2013-07-08T22:39:00Z</dcterms:modified>
</cp:coreProperties>
</file>